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061F4DFC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4A2AF9">
        <w:rPr>
          <w:rFonts w:cs="Arial"/>
          <w:color w:val="000000"/>
          <w:sz w:val="22"/>
        </w:rPr>
        <w:t>20.03</w:t>
      </w:r>
      <w:r w:rsidR="00D43C28">
        <w:rPr>
          <w:rFonts w:cs="Arial"/>
          <w:color w:val="000000"/>
          <w:sz w:val="22"/>
        </w:rPr>
        <w:t>.</w:t>
      </w:r>
      <w:r w:rsidRPr="00DF19FF">
        <w:rPr>
          <w:rFonts w:cs="Arial"/>
          <w:color w:val="000000"/>
          <w:sz w:val="22"/>
        </w:rPr>
        <w:t>202</w:t>
      </w:r>
      <w:r w:rsidR="009B66B6">
        <w:rPr>
          <w:rFonts w:cs="Arial"/>
          <w:color w:val="000000"/>
          <w:sz w:val="22"/>
        </w:rPr>
        <w:t>5</w:t>
      </w:r>
      <w:r w:rsidRPr="00DF19FF">
        <w:rPr>
          <w:rFonts w:cs="Arial"/>
          <w:color w:val="000000"/>
          <w:sz w:val="22"/>
        </w:rPr>
        <w:t xml:space="preserve"> nr JV-MAA-1/</w:t>
      </w:r>
      <w:r w:rsidR="004A2AF9">
        <w:rPr>
          <w:rFonts w:cs="Arial"/>
          <w:color w:val="000000"/>
          <w:sz w:val="22"/>
        </w:rPr>
        <w:t>1278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567499">
        <w:trPr>
          <w:trHeight w:val="6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675556B9" w:rsidR="000B2E35" w:rsidRPr="000B2E35" w:rsidRDefault="00567499" w:rsidP="0056749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410F90F9" w:rsidR="000B2E35" w:rsidRPr="000B2E35" w:rsidRDefault="001414B0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võrgu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ga 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FB725C">
              <w:rPr>
                <w:rFonts w:ascii="Calibri" w:eastAsia="Calibri" w:hAnsi="Calibri"/>
                <w:sz w:val="22"/>
                <w:szCs w:val="22"/>
                <w:lang w:val="et-EE"/>
              </w:rPr>
              <w:t>liitumine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, elektri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</w:p>
        </w:tc>
      </w:tr>
      <w:tr w:rsidR="000B2E35" w:rsidRPr="000B2E35" w14:paraId="66288C6B" w14:textId="77777777" w:rsidTr="00567499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36B28BD1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0F587937" w14:textId="435A1C81" w:rsidR="000B2E35" w:rsidRPr="000B2E35" w:rsidRDefault="004A2AF9" w:rsidP="004A2AF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A2AF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LC2971 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„ </w:t>
            </w:r>
            <w:r w:rsidRPr="004A2AF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Reoveepumpla liitumine Linnu tee 4 kinnistul, 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U</w:t>
            </w:r>
            <w:r w:rsidRPr="004A2AF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usküla, Alutaguse vald, Ida-Viru maakond“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59EED9" w14:textId="2D9885DA" w:rsidR="00F44F1F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4A2AF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Indrek Mõisa</w:t>
            </w:r>
          </w:p>
          <w:p w14:paraId="1AF8D9E3" w14:textId="34759EC3" w:rsidR="00A45F32" w:rsidRPr="000B2E35" w:rsidRDefault="004A2AF9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49853921" w:rsidR="000B2E35" w:rsidRPr="000B2E35" w:rsidRDefault="004A2AF9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A2AF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05.03.2025  nr 7.1-2/25/3075-2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0B346C3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="00F44F1F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11BC1F9C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5E57DB">
              <w:rPr>
                <w:rFonts w:ascii="Times New Roman" w:hAnsi="Times New Roman"/>
                <w:b/>
                <w:lang w:val="et-EE"/>
              </w:rPr>
              <w:t>13</w:t>
            </w:r>
            <w:r w:rsidR="00BF237B">
              <w:rPr>
                <w:rFonts w:ascii="Times New Roman" w:hAnsi="Times New Roman"/>
                <w:b/>
                <w:lang w:val="et-EE"/>
              </w:rPr>
              <w:t>11</w:t>
            </w:r>
            <w:r w:rsidR="004A2AF9">
              <w:rPr>
                <w:rFonts w:ascii="Times New Roman" w:hAnsi="Times New Roman"/>
                <w:b/>
                <w:lang w:val="et-EE"/>
              </w:rPr>
              <w:t xml:space="preserve">1 </w:t>
            </w:r>
            <w:proofErr w:type="spellStart"/>
            <w:r w:rsidR="004A2AF9">
              <w:rPr>
                <w:rFonts w:ascii="Times New Roman" w:hAnsi="Times New Roman"/>
                <w:b/>
                <w:lang w:val="et-EE"/>
              </w:rPr>
              <w:t>Kauksi</w:t>
            </w:r>
            <w:proofErr w:type="spellEnd"/>
            <w:r w:rsidR="004A2AF9">
              <w:rPr>
                <w:rFonts w:ascii="Times New Roman" w:hAnsi="Times New Roman"/>
                <w:b/>
                <w:lang w:val="et-EE"/>
              </w:rPr>
              <w:t>-Vasknarva</w:t>
            </w:r>
            <w:r w:rsidR="005E57DB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F44F1F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1B8DE28E" w14:textId="44CE8394" w:rsidR="004A2AF9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4A2AF9">
              <w:rPr>
                <w:rFonts w:ascii="Times New Roman" w:hAnsi="Times New Roman"/>
                <w:bCs/>
                <w:lang w:val="et-EE"/>
              </w:rPr>
              <w:t>12201:001:0371</w:t>
            </w:r>
          </w:p>
          <w:p w14:paraId="573BFF07" w14:textId="3E748F96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4A2AF9">
              <w:rPr>
                <w:rFonts w:ascii="Times New Roman" w:hAnsi="Times New Roman"/>
                <w:bCs/>
                <w:lang w:val="et-EE"/>
              </w:rPr>
              <w:t>7607250</w:t>
            </w:r>
          </w:p>
          <w:p w14:paraId="33B38F87" w14:textId="5A1BF153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96525">
              <w:rPr>
                <w:rFonts w:ascii="Times New Roman" w:hAnsi="Times New Roman"/>
                <w:bCs/>
                <w:lang w:val="et-EE"/>
              </w:rPr>
              <w:t>1311</w:t>
            </w:r>
            <w:r w:rsidR="004A2AF9">
              <w:rPr>
                <w:rFonts w:ascii="Times New Roman" w:hAnsi="Times New Roman"/>
                <w:bCs/>
                <w:lang w:val="et-EE"/>
              </w:rPr>
              <w:t xml:space="preserve">1 </w:t>
            </w:r>
            <w:proofErr w:type="spellStart"/>
            <w:r w:rsidR="004A2AF9">
              <w:rPr>
                <w:rFonts w:ascii="Times New Roman" w:hAnsi="Times New Roman"/>
                <w:bCs/>
                <w:lang w:val="et-EE"/>
              </w:rPr>
              <w:t>Kauksi</w:t>
            </w:r>
            <w:proofErr w:type="spellEnd"/>
            <w:r w:rsidR="004A2AF9">
              <w:rPr>
                <w:rFonts w:ascii="Times New Roman" w:hAnsi="Times New Roman"/>
                <w:bCs/>
                <w:lang w:val="et-EE"/>
              </w:rPr>
              <w:t>-Vasknarva</w:t>
            </w:r>
            <w:r w:rsidR="00D079D2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E70A39" w:rsidRPr="00E70A39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A95FBAC" w14:textId="33D51E70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4A2AF9">
              <w:rPr>
                <w:rFonts w:ascii="Times New Roman" w:hAnsi="Times New Roman"/>
                <w:bCs/>
                <w:lang w:val="et-EE"/>
              </w:rPr>
              <w:t>8067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3FDB713" w14:textId="26001390" w:rsidR="00204605" w:rsidRDefault="001F4CFC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4A2AF9">
              <w:rPr>
                <w:rFonts w:ascii="Times New Roman" w:hAnsi="Times New Roman"/>
                <w:bCs/>
                <w:lang w:val="et-EE"/>
              </w:rPr>
              <w:t>757753</w:t>
            </w:r>
          </w:p>
          <w:p w14:paraId="19CE75E4" w14:textId="019ADF94" w:rsidR="00567499" w:rsidRPr="000B2E35" w:rsidRDefault="004A2AF9" w:rsidP="004C0FF9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8F7AC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https://pari.kataster.ee/magic-link/4f5b7bdd-ba44-4d92-9ec3-6fc7da2194ee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F44F1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F44F1F" w:rsidRDefault="00F44F1F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F44F1F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2A7C2296" w:rsidR="00077D32" w:rsidRPr="00742C52" w:rsidRDefault="00A01CB6" w:rsidP="00A01CB6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="000B2E35"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1102" w14:textId="77777777" w:rsidR="00533DBB" w:rsidRDefault="00533DBB">
      <w:r>
        <w:separator/>
      </w:r>
    </w:p>
  </w:endnote>
  <w:endnote w:type="continuationSeparator" w:id="0">
    <w:p w14:paraId="464AF9C2" w14:textId="77777777" w:rsidR="00533DBB" w:rsidRDefault="00533DBB">
      <w:r>
        <w:continuationSeparator/>
      </w:r>
    </w:p>
  </w:endnote>
  <w:endnote w:type="continuationNotice" w:id="1">
    <w:p w14:paraId="03701937" w14:textId="77777777" w:rsidR="00533DBB" w:rsidRDefault="00533D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6C77E" w14:textId="77777777" w:rsidR="00533DBB" w:rsidRDefault="00533DBB">
      <w:r>
        <w:separator/>
      </w:r>
    </w:p>
  </w:footnote>
  <w:footnote w:type="continuationSeparator" w:id="0">
    <w:p w14:paraId="6870765C" w14:textId="77777777" w:rsidR="00533DBB" w:rsidRDefault="00533DBB">
      <w:r>
        <w:continuationSeparator/>
      </w:r>
    </w:p>
  </w:footnote>
  <w:footnote w:type="continuationNotice" w:id="1">
    <w:p w14:paraId="79C5547B" w14:textId="77777777" w:rsidR="00533DBB" w:rsidRDefault="00533D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97C8C"/>
    <w:rsid w:val="000B2E35"/>
    <w:rsid w:val="000B3CE2"/>
    <w:rsid w:val="000B417F"/>
    <w:rsid w:val="000B4850"/>
    <w:rsid w:val="000B532A"/>
    <w:rsid w:val="000C1473"/>
    <w:rsid w:val="000D61F2"/>
    <w:rsid w:val="000E7C0F"/>
    <w:rsid w:val="00106C74"/>
    <w:rsid w:val="0012688C"/>
    <w:rsid w:val="00131D0A"/>
    <w:rsid w:val="001408A9"/>
    <w:rsid w:val="001414B0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26D4C"/>
    <w:rsid w:val="002327D2"/>
    <w:rsid w:val="002413D3"/>
    <w:rsid w:val="002463AC"/>
    <w:rsid w:val="00246610"/>
    <w:rsid w:val="002474AF"/>
    <w:rsid w:val="00251F87"/>
    <w:rsid w:val="002569F2"/>
    <w:rsid w:val="002701D0"/>
    <w:rsid w:val="0027153D"/>
    <w:rsid w:val="002726A3"/>
    <w:rsid w:val="00273FA4"/>
    <w:rsid w:val="002A1E30"/>
    <w:rsid w:val="002A3EBD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96525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57C3D"/>
    <w:rsid w:val="00466325"/>
    <w:rsid w:val="00470107"/>
    <w:rsid w:val="00470507"/>
    <w:rsid w:val="00482DEA"/>
    <w:rsid w:val="00483EDD"/>
    <w:rsid w:val="004851DA"/>
    <w:rsid w:val="00491AD7"/>
    <w:rsid w:val="0049609F"/>
    <w:rsid w:val="004A2AF9"/>
    <w:rsid w:val="004B2AD7"/>
    <w:rsid w:val="004C0606"/>
    <w:rsid w:val="004C0FF9"/>
    <w:rsid w:val="004C388C"/>
    <w:rsid w:val="004C7FBD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33DBB"/>
    <w:rsid w:val="00547C65"/>
    <w:rsid w:val="00556D7B"/>
    <w:rsid w:val="005572A4"/>
    <w:rsid w:val="00557995"/>
    <w:rsid w:val="005609D0"/>
    <w:rsid w:val="00567499"/>
    <w:rsid w:val="00567C35"/>
    <w:rsid w:val="0057008B"/>
    <w:rsid w:val="00570825"/>
    <w:rsid w:val="00582590"/>
    <w:rsid w:val="00591376"/>
    <w:rsid w:val="005A217D"/>
    <w:rsid w:val="005A42CF"/>
    <w:rsid w:val="005A75B8"/>
    <w:rsid w:val="005C24D9"/>
    <w:rsid w:val="005D4F2A"/>
    <w:rsid w:val="005D50D5"/>
    <w:rsid w:val="005E2103"/>
    <w:rsid w:val="005E57DB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90323"/>
    <w:rsid w:val="006915C2"/>
    <w:rsid w:val="006A7D18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0D57"/>
    <w:rsid w:val="00797B52"/>
    <w:rsid w:val="007A21F0"/>
    <w:rsid w:val="007A5E5F"/>
    <w:rsid w:val="007D4619"/>
    <w:rsid w:val="007D5377"/>
    <w:rsid w:val="007E637D"/>
    <w:rsid w:val="007F387E"/>
    <w:rsid w:val="00802B04"/>
    <w:rsid w:val="00806109"/>
    <w:rsid w:val="00821DE6"/>
    <w:rsid w:val="008250FC"/>
    <w:rsid w:val="0082604D"/>
    <w:rsid w:val="008342C4"/>
    <w:rsid w:val="00836A67"/>
    <w:rsid w:val="00836ACB"/>
    <w:rsid w:val="008514A3"/>
    <w:rsid w:val="0086202A"/>
    <w:rsid w:val="00867D35"/>
    <w:rsid w:val="00870659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40144"/>
    <w:rsid w:val="009612E0"/>
    <w:rsid w:val="00962202"/>
    <w:rsid w:val="00972AA4"/>
    <w:rsid w:val="00973871"/>
    <w:rsid w:val="0098160F"/>
    <w:rsid w:val="00982A44"/>
    <w:rsid w:val="00982BF4"/>
    <w:rsid w:val="00995F05"/>
    <w:rsid w:val="009B0C1D"/>
    <w:rsid w:val="009B66B6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01CB6"/>
    <w:rsid w:val="00A250BE"/>
    <w:rsid w:val="00A27416"/>
    <w:rsid w:val="00A33A60"/>
    <w:rsid w:val="00A402ED"/>
    <w:rsid w:val="00A43A3D"/>
    <w:rsid w:val="00A45F32"/>
    <w:rsid w:val="00A473C8"/>
    <w:rsid w:val="00A55FA1"/>
    <w:rsid w:val="00A65739"/>
    <w:rsid w:val="00A76455"/>
    <w:rsid w:val="00A76CAD"/>
    <w:rsid w:val="00A832DA"/>
    <w:rsid w:val="00A93E8E"/>
    <w:rsid w:val="00AA72EC"/>
    <w:rsid w:val="00AB5FD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B5C56"/>
    <w:rsid w:val="00BC1AED"/>
    <w:rsid w:val="00BC2385"/>
    <w:rsid w:val="00BC2734"/>
    <w:rsid w:val="00BC62D7"/>
    <w:rsid w:val="00BE57AB"/>
    <w:rsid w:val="00BF064F"/>
    <w:rsid w:val="00BF086F"/>
    <w:rsid w:val="00BF0E4C"/>
    <w:rsid w:val="00BF237B"/>
    <w:rsid w:val="00C0020C"/>
    <w:rsid w:val="00C04347"/>
    <w:rsid w:val="00C072BE"/>
    <w:rsid w:val="00C16971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01847"/>
    <w:rsid w:val="00D079D2"/>
    <w:rsid w:val="00D24041"/>
    <w:rsid w:val="00D25D80"/>
    <w:rsid w:val="00D266EA"/>
    <w:rsid w:val="00D27110"/>
    <w:rsid w:val="00D31BD2"/>
    <w:rsid w:val="00D43C28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E117B"/>
    <w:rsid w:val="00DF19FF"/>
    <w:rsid w:val="00DF467B"/>
    <w:rsid w:val="00E04AA7"/>
    <w:rsid w:val="00E05DC0"/>
    <w:rsid w:val="00E11073"/>
    <w:rsid w:val="00E27A09"/>
    <w:rsid w:val="00E361F7"/>
    <w:rsid w:val="00E366A1"/>
    <w:rsid w:val="00E47970"/>
    <w:rsid w:val="00E6200E"/>
    <w:rsid w:val="00E65A90"/>
    <w:rsid w:val="00E70A39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14B6"/>
    <w:rsid w:val="00EF7F44"/>
    <w:rsid w:val="00F00DCB"/>
    <w:rsid w:val="00F227AD"/>
    <w:rsid w:val="00F30C82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4E9C"/>
    <w:rsid w:val="00FA588A"/>
    <w:rsid w:val="00FA6F52"/>
    <w:rsid w:val="00FB725C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4f5b7bdd-ba44-4d92-9ec3-6fc7da2194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9</TotalTime>
  <Pages>1</Pages>
  <Words>256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1741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2025-03-20T13:15:00Z</dcterms:created>
  <dcterms:modified xsi:type="dcterms:W3CDTF">2025-03-20T13:15:00Z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